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3C3AB1" w:rsidP="002D3375" w:rsidRDefault="003C3AB1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3C3AB1" w:rsidP="009C54AE" w:rsidRDefault="003C3AB1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3C3AB1" w:rsidP="00EA4832" w:rsidRDefault="003C3AB1" w14:paraId="0207B54E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2021-2024</w:t>
      </w:r>
    </w:p>
    <w:p xmlns:wp14="http://schemas.microsoft.com/office/word/2010/wordml" w:rsidR="003C3AB1" w:rsidP="00EA4832" w:rsidRDefault="003C3AB1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3C3AB1" w:rsidP="00EA4832" w:rsidRDefault="003C3AB1" w14:paraId="60929198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 2021-2022</w:t>
      </w:r>
    </w:p>
    <w:p xmlns:wp14="http://schemas.microsoft.com/office/word/2010/wordml" w:rsidRPr="009C54AE" w:rsidR="003C3AB1" w:rsidP="009C54AE" w:rsidRDefault="003C3AB1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3C3AB1" w:rsidP="009C54AE" w:rsidRDefault="003C3AB1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/>
      </w:tblPr>
      <w:tblGrid>
        <w:gridCol w:w="2694"/>
        <w:gridCol w:w="7087"/>
      </w:tblGrid>
      <w:tr xmlns:wp14="http://schemas.microsoft.com/office/word/2010/wordml" w:rsidRPr="009C54AE" w:rsidR="003C3AB1" w:rsidTr="65AD1121" w14:paraId="640B079A" wp14:textId="77777777">
        <w:tc>
          <w:tcPr>
            <w:tcW w:w="2694" w:type="dxa"/>
            <w:tcMar/>
            <w:vAlign w:val="center"/>
          </w:tcPr>
          <w:p w:rsidRPr="004710F6" w:rsidR="003C3AB1" w:rsidP="008E7A14" w:rsidRDefault="003C3AB1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3C3AB1" w:rsidP="008E7A14" w:rsidRDefault="003C3AB1" w14:paraId="2778445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 publiczna i samorząd terytorialny</w:t>
            </w:r>
          </w:p>
        </w:tc>
      </w:tr>
      <w:tr xmlns:wp14="http://schemas.microsoft.com/office/word/2010/wordml" w:rsidRPr="009C54AE" w:rsidR="003C3AB1" w:rsidTr="65AD1121" w14:paraId="4A86A170" wp14:textId="77777777">
        <w:tc>
          <w:tcPr>
            <w:tcW w:w="2694" w:type="dxa"/>
            <w:tcMar/>
            <w:vAlign w:val="center"/>
          </w:tcPr>
          <w:p w:rsidRPr="004710F6" w:rsidR="003C3AB1" w:rsidP="008E7A14" w:rsidRDefault="003C3AB1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9C54AE" w:rsidR="003C3AB1" w:rsidP="008E7A14" w:rsidRDefault="003C3AB1" w14:paraId="7C1016E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BW24</w:t>
            </w:r>
          </w:p>
        </w:tc>
      </w:tr>
      <w:tr xmlns:wp14="http://schemas.microsoft.com/office/word/2010/wordml" w:rsidRPr="009C54AE" w:rsidR="003C3AB1" w:rsidTr="65AD1121" w14:paraId="5C0172EC" wp14:textId="77777777">
        <w:tc>
          <w:tcPr>
            <w:tcW w:w="2694" w:type="dxa"/>
            <w:tcMar/>
            <w:vAlign w:val="center"/>
          </w:tcPr>
          <w:p w:rsidRPr="004710F6" w:rsidR="003C3AB1" w:rsidP="00EA4832" w:rsidRDefault="003C3AB1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3C3AB1" w:rsidP="009C54AE" w:rsidRDefault="003C3AB1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3C3AB1" w:rsidTr="65AD1121" w14:paraId="4FEDF307" wp14:textId="77777777">
        <w:tc>
          <w:tcPr>
            <w:tcW w:w="2694" w:type="dxa"/>
            <w:tcMar/>
            <w:vAlign w:val="center"/>
          </w:tcPr>
          <w:p w:rsidRPr="004710F6" w:rsidR="003C3AB1" w:rsidP="009C54AE" w:rsidRDefault="003C3AB1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3C3AB1" w:rsidP="009C54AE" w:rsidRDefault="003C3AB1" w14:paraId="56BCBDC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3C3AB1" w:rsidTr="65AD1121" w14:paraId="2E34D1D7" wp14:textId="77777777">
        <w:tc>
          <w:tcPr>
            <w:tcW w:w="2694" w:type="dxa"/>
            <w:tcMar/>
            <w:vAlign w:val="center"/>
          </w:tcPr>
          <w:p w:rsidRPr="004710F6" w:rsidR="003C3AB1" w:rsidP="008E7A14" w:rsidRDefault="003C3AB1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3C3AB1" w:rsidP="008E7A14" w:rsidRDefault="003C3AB1" w14:paraId="77EEAD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3C3AB1" w:rsidTr="65AD1121" w14:paraId="2334054F" wp14:textId="77777777">
        <w:tc>
          <w:tcPr>
            <w:tcW w:w="2694" w:type="dxa"/>
            <w:tcMar/>
            <w:vAlign w:val="center"/>
          </w:tcPr>
          <w:p w:rsidRPr="004710F6" w:rsidR="003C3AB1" w:rsidP="008E7A14" w:rsidRDefault="003C3AB1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3C3AB1" w:rsidP="008E7A14" w:rsidRDefault="003C3AB1" w14:paraId="43B687E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xmlns:wp14="http://schemas.microsoft.com/office/word/2010/wordml" w:rsidRPr="009C54AE" w:rsidR="003C3AB1" w:rsidTr="65AD1121" w14:paraId="77AD840C" wp14:textId="77777777">
        <w:tc>
          <w:tcPr>
            <w:tcW w:w="2694" w:type="dxa"/>
            <w:tcMar/>
            <w:vAlign w:val="center"/>
          </w:tcPr>
          <w:p w:rsidRPr="004710F6" w:rsidR="003C3AB1" w:rsidP="008E7A14" w:rsidRDefault="003C3AB1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3C3AB1" w:rsidP="008E7A14" w:rsidRDefault="003C3AB1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3C3AB1" w:rsidTr="65AD1121" w14:paraId="5C70B2EB" wp14:textId="77777777">
        <w:tc>
          <w:tcPr>
            <w:tcW w:w="2694" w:type="dxa"/>
            <w:tcMar/>
            <w:vAlign w:val="center"/>
          </w:tcPr>
          <w:p w:rsidRPr="004710F6" w:rsidR="003C3AB1" w:rsidP="008E7A14" w:rsidRDefault="003C3AB1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3C3AB1" w:rsidP="65AD1121" w:rsidRDefault="003C3AB1" w14:paraId="56B68402" wp14:textId="73AAB9A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5AD1121" w:rsidR="750AB1A2">
              <w:rPr>
                <w:rFonts w:ascii="Corbel" w:hAnsi="Corbel"/>
                <w:b w:val="0"/>
                <w:bCs w:val="0"/>
                <w:sz w:val="24"/>
                <w:szCs w:val="24"/>
              </w:rPr>
              <w:t>nies</w:t>
            </w:r>
            <w:r w:rsidRPr="65AD1121" w:rsidR="003C3AB1">
              <w:rPr>
                <w:rFonts w:ascii="Corbel" w:hAnsi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9C54AE" w:rsidR="003C3AB1" w:rsidTr="65AD1121" w14:paraId="68DBC1BE" wp14:textId="77777777">
        <w:tc>
          <w:tcPr>
            <w:tcW w:w="2694" w:type="dxa"/>
            <w:tcMar/>
            <w:vAlign w:val="center"/>
          </w:tcPr>
          <w:p w:rsidRPr="004710F6" w:rsidR="003C3AB1" w:rsidP="008E7A14" w:rsidRDefault="003C3AB1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9C54AE" w:rsidR="003C3AB1" w:rsidP="008E7A14" w:rsidRDefault="003C3AB1" w14:paraId="2E6AF4F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xmlns:wp14="http://schemas.microsoft.com/office/word/2010/wordml" w:rsidRPr="009C54AE" w:rsidR="003C3AB1" w:rsidTr="65AD1121" w14:paraId="69EA273B" wp14:textId="77777777">
        <w:tc>
          <w:tcPr>
            <w:tcW w:w="2694" w:type="dxa"/>
            <w:tcMar/>
            <w:vAlign w:val="center"/>
          </w:tcPr>
          <w:p w:rsidRPr="004710F6" w:rsidR="003C3AB1" w:rsidP="008E7A14" w:rsidRDefault="003C3AB1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3C3AB1" w:rsidP="008E7A14" w:rsidRDefault="003C3AB1" w14:paraId="75065D8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9C54AE" w:rsidR="003C3AB1" w:rsidTr="65AD1121" w14:paraId="2786482B" wp14:textId="77777777">
        <w:tc>
          <w:tcPr>
            <w:tcW w:w="2694" w:type="dxa"/>
            <w:tcMar/>
            <w:vAlign w:val="center"/>
          </w:tcPr>
          <w:p w:rsidRPr="004710F6" w:rsidR="003C3AB1" w:rsidP="008E7A14" w:rsidRDefault="003C3AB1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3C3AB1" w:rsidP="008E7A14" w:rsidRDefault="003C3AB1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3C3AB1" w:rsidTr="65AD1121" w14:paraId="3405D3DA" wp14:textId="77777777">
        <w:tc>
          <w:tcPr>
            <w:tcW w:w="2694" w:type="dxa"/>
            <w:tcMar/>
            <w:vAlign w:val="center"/>
          </w:tcPr>
          <w:p w:rsidRPr="004710F6" w:rsidR="003C3AB1" w:rsidP="008E7A14" w:rsidRDefault="003C3AB1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3C3AB1" w:rsidP="36E3054A" w:rsidRDefault="003C3AB1" w14:paraId="2F474868" wp14:textId="29B3EA2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6E3054A" w:rsidR="5F8B80B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Prof. dr hab. </w:t>
            </w:r>
            <w:r w:rsidRPr="36E3054A" w:rsidR="003C3AB1">
              <w:rPr>
                <w:rFonts w:ascii="Corbel" w:hAnsi="Corbel"/>
                <w:b w:val="0"/>
                <w:bCs w:val="0"/>
                <w:sz w:val="24"/>
                <w:szCs w:val="24"/>
              </w:rPr>
              <w:t>Agnieszka Pawłowska</w:t>
            </w:r>
          </w:p>
        </w:tc>
      </w:tr>
      <w:tr xmlns:wp14="http://schemas.microsoft.com/office/word/2010/wordml" w:rsidRPr="009C54AE" w:rsidR="003C3AB1" w:rsidTr="65AD1121" w14:paraId="374A48D9" wp14:textId="77777777">
        <w:tc>
          <w:tcPr>
            <w:tcW w:w="2694" w:type="dxa"/>
            <w:tcMar/>
            <w:vAlign w:val="center"/>
          </w:tcPr>
          <w:p w:rsidRPr="004710F6" w:rsidR="003C3AB1" w:rsidP="008E7A14" w:rsidRDefault="003C3AB1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3C3AB1" w:rsidP="65AD1121" w:rsidRDefault="003C3AB1" w14:paraId="16218895" wp14:textId="2A911E16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65AD1121" w:rsidR="37688EDC">
              <w:rPr>
                <w:rFonts w:ascii="Corbel" w:hAnsi="Corbel"/>
                <w:b w:val="0"/>
                <w:bCs w:val="0"/>
                <w:sz w:val="24"/>
                <w:szCs w:val="24"/>
              </w:rPr>
              <w:t>Mgr Dominik Boratyn</w:t>
            </w:r>
          </w:p>
        </w:tc>
      </w:tr>
    </w:tbl>
    <w:p xmlns:wp14="http://schemas.microsoft.com/office/word/2010/wordml" w:rsidRPr="009C54AE" w:rsidR="003C3AB1" w:rsidP="009C54AE" w:rsidRDefault="003C3AB1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3C3AB1" w:rsidP="009C54AE" w:rsidRDefault="003C3AB1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3C3AB1" w:rsidP="009C54AE" w:rsidRDefault="003C3AB1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3C3AB1" w:rsidP="009C54AE" w:rsidRDefault="003C3AB1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048"/>
        <w:gridCol w:w="877"/>
        <w:gridCol w:w="735"/>
        <w:gridCol w:w="851"/>
        <w:gridCol w:w="760"/>
        <w:gridCol w:w="797"/>
        <w:gridCol w:w="690"/>
        <w:gridCol w:w="912"/>
        <w:gridCol w:w="1848"/>
        <w:gridCol w:w="1336"/>
      </w:tblGrid>
      <w:tr xmlns:wp14="http://schemas.microsoft.com/office/word/2010/wordml" w:rsidRPr="009C54AE" w:rsidR="003C3AB1" w:rsidTr="699B7A3B" w14:paraId="4A00F406" wp14:textId="77777777">
        <w:tc>
          <w:tcPr>
            <w:tcW w:w="1049" w:type="dxa"/>
            <w:tcMar/>
          </w:tcPr>
          <w:p w:rsidRPr="004710F6" w:rsidR="003C3AB1" w:rsidP="009C54AE" w:rsidRDefault="003C3AB1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4710F6" w:rsidR="003C3AB1" w:rsidP="009C54AE" w:rsidRDefault="003C3AB1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tcMar/>
            <w:vAlign w:val="center"/>
          </w:tcPr>
          <w:p w:rsidRPr="004710F6" w:rsidR="003C3AB1" w:rsidP="009C54AE" w:rsidRDefault="003C3AB1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8" w:type="dxa"/>
            <w:tcMar/>
            <w:vAlign w:val="center"/>
          </w:tcPr>
          <w:p w:rsidRPr="004710F6" w:rsidR="003C3AB1" w:rsidP="009C54AE" w:rsidRDefault="003C3AB1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Mar/>
            <w:vAlign w:val="center"/>
          </w:tcPr>
          <w:p w:rsidRPr="004710F6" w:rsidR="003C3AB1" w:rsidP="009C54AE" w:rsidRDefault="003C3AB1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01" w:type="dxa"/>
            <w:tcMar/>
            <w:vAlign w:val="center"/>
          </w:tcPr>
          <w:p w:rsidRPr="004710F6" w:rsidR="003C3AB1" w:rsidP="009C54AE" w:rsidRDefault="003C3AB1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tcMar/>
            <w:vAlign w:val="center"/>
          </w:tcPr>
          <w:p w:rsidRPr="004710F6" w:rsidR="003C3AB1" w:rsidP="009C54AE" w:rsidRDefault="003C3AB1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63" w:type="dxa"/>
            <w:tcMar/>
            <w:vAlign w:val="center"/>
          </w:tcPr>
          <w:p w:rsidRPr="004710F6" w:rsidR="003C3AB1" w:rsidP="009C54AE" w:rsidRDefault="003C3AB1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tcMar/>
            <w:vAlign w:val="center"/>
          </w:tcPr>
          <w:p w:rsidRPr="004710F6" w:rsidR="003C3AB1" w:rsidP="009C54AE" w:rsidRDefault="003C3AB1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89" w:type="dxa"/>
            <w:tcMar/>
            <w:vAlign w:val="center"/>
          </w:tcPr>
          <w:p w:rsidRPr="004710F6" w:rsidR="003C3AB1" w:rsidP="009C54AE" w:rsidRDefault="003C3AB1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tcMar/>
            <w:vAlign w:val="center"/>
          </w:tcPr>
          <w:p w:rsidRPr="004710F6" w:rsidR="003C3AB1" w:rsidP="009C54AE" w:rsidRDefault="003C3AB1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4710F6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3C3AB1" w:rsidTr="699B7A3B" w14:paraId="09B82825" wp14:textId="77777777">
        <w:trPr>
          <w:trHeight w:val="453"/>
        </w:trPr>
        <w:tc>
          <w:tcPr>
            <w:tcW w:w="1049" w:type="dxa"/>
            <w:tcMar/>
          </w:tcPr>
          <w:p w:rsidRPr="009C54AE" w:rsidR="003C3AB1" w:rsidP="008E7A14" w:rsidRDefault="003C3AB1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Mar/>
            <w:vAlign w:val="center"/>
          </w:tcPr>
          <w:p w:rsidRPr="009C54AE" w:rsidR="003C3AB1" w:rsidP="008E7A14" w:rsidRDefault="003C3AB1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Mar/>
            <w:vAlign w:val="center"/>
          </w:tcPr>
          <w:p w:rsidRPr="009C54AE" w:rsidR="003C3AB1" w:rsidP="008E7A14" w:rsidRDefault="003C3AB1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Mar/>
            <w:vAlign w:val="center"/>
          </w:tcPr>
          <w:p w:rsidRPr="009C54AE" w:rsidR="003C3AB1" w:rsidP="008E7A14" w:rsidRDefault="003C3AB1" w14:paraId="219897CE" wp14:textId="2CCBF5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99B7A3B" w:rsidR="72941F04"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Mar/>
            <w:vAlign w:val="center"/>
          </w:tcPr>
          <w:p w:rsidRPr="009C54AE" w:rsidR="003C3AB1" w:rsidP="008E7A14" w:rsidRDefault="003C3AB1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Mar/>
            <w:vAlign w:val="center"/>
          </w:tcPr>
          <w:p w:rsidRPr="009C54AE" w:rsidR="003C3AB1" w:rsidP="008E7A14" w:rsidRDefault="003C3AB1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Mar/>
            <w:vAlign w:val="center"/>
          </w:tcPr>
          <w:p w:rsidRPr="009C54AE" w:rsidR="003C3AB1" w:rsidP="008E7A14" w:rsidRDefault="003C3AB1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Mar/>
            <w:vAlign w:val="center"/>
          </w:tcPr>
          <w:p w:rsidRPr="009C54AE" w:rsidR="003C3AB1" w:rsidP="008E7A14" w:rsidRDefault="003C3AB1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Mar/>
            <w:vAlign w:val="center"/>
          </w:tcPr>
          <w:p w:rsidR="72941F04" w:rsidP="699B7A3B" w:rsidRDefault="72941F04" w14:paraId="55749F0E" w14:textId="63AE2521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699B7A3B" w:rsidR="72941F04">
              <w:rPr>
                <w:rFonts w:ascii="Corbel" w:hAnsi="Corbel"/>
                <w:sz w:val="24"/>
                <w:szCs w:val="24"/>
              </w:rPr>
              <w:t>8</w:t>
            </w:r>
          </w:p>
          <w:p w:rsidRPr="009C54AE" w:rsidR="003C3AB1" w:rsidP="008E7A14" w:rsidRDefault="003C3AB1" w14:paraId="0132FF8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realizowane z wykorzystaniem metod i technik kształcenia na odległość</w:t>
            </w:r>
          </w:p>
        </w:tc>
        <w:tc>
          <w:tcPr>
            <w:tcW w:w="1505" w:type="dxa"/>
            <w:tcMar/>
            <w:vAlign w:val="center"/>
          </w:tcPr>
          <w:p w:rsidRPr="009C54AE" w:rsidR="003C3AB1" w:rsidP="008E7A14" w:rsidRDefault="003C3AB1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xmlns:wp14="http://schemas.microsoft.com/office/word/2010/wordml" w:rsidRPr="009C54AE" w:rsidR="003C3AB1" w:rsidTr="699B7A3B" w14:paraId="60061E4C" wp14:textId="77777777">
        <w:trPr>
          <w:trHeight w:val="453"/>
        </w:trPr>
        <w:tc>
          <w:tcPr>
            <w:tcW w:w="1049" w:type="dxa"/>
            <w:tcMar/>
          </w:tcPr>
          <w:p w:rsidRPr="009C54AE" w:rsidR="003C3AB1" w:rsidP="009C54AE" w:rsidRDefault="003C3AB1" w14:paraId="44EAFD9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Mar/>
            <w:vAlign w:val="center"/>
          </w:tcPr>
          <w:p w:rsidRPr="009C54AE" w:rsidR="003C3AB1" w:rsidP="009C54AE" w:rsidRDefault="003C3AB1" w14:paraId="4B94D5A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Mar/>
            <w:vAlign w:val="center"/>
          </w:tcPr>
          <w:p w:rsidRPr="009C54AE" w:rsidR="003C3AB1" w:rsidP="009C54AE" w:rsidRDefault="003C3AB1" w14:paraId="3DEEC66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Mar/>
            <w:vAlign w:val="center"/>
          </w:tcPr>
          <w:p w:rsidRPr="009C54AE" w:rsidR="003C3AB1" w:rsidP="009C54AE" w:rsidRDefault="003C3AB1" w14:paraId="3656B9A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Mar/>
            <w:vAlign w:val="center"/>
          </w:tcPr>
          <w:p w:rsidRPr="009C54AE" w:rsidR="003C3AB1" w:rsidP="009C54AE" w:rsidRDefault="003C3AB1" w14:paraId="45FB081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Mar/>
            <w:vAlign w:val="center"/>
          </w:tcPr>
          <w:p w:rsidRPr="009C54AE" w:rsidR="003C3AB1" w:rsidP="009C54AE" w:rsidRDefault="003C3AB1" w14:paraId="049F31C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Mar/>
            <w:vAlign w:val="center"/>
          </w:tcPr>
          <w:p w:rsidRPr="009C54AE" w:rsidR="003C3AB1" w:rsidP="009C54AE" w:rsidRDefault="003C3AB1" w14:paraId="5312826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Mar/>
            <w:vAlign w:val="center"/>
          </w:tcPr>
          <w:p w:rsidRPr="009C54AE" w:rsidR="003C3AB1" w:rsidP="009C54AE" w:rsidRDefault="003C3AB1" w14:paraId="62486C0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Mar/>
            <w:vAlign w:val="center"/>
          </w:tcPr>
          <w:p w:rsidRPr="009C54AE" w:rsidR="003C3AB1" w:rsidP="009C54AE" w:rsidRDefault="003C3AB1" w14:paraId="4101652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Mar/>
            <w:vAlign w:val="center"/>
          </w:tcPr>
          <w:p w:rsidRPr="009C54AE" w:rsidR="003C3AB1" w:rsidP="009C54AE" w:rsidRDefault="003C3AB1" w14:paraId="4B99056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3C3AB1" w:rsidP="009C54AE" w:rsidRDefault="003C3AB1" w14:paraId="1299C43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3C3AB1" w:rsidP="009C54AE" w:rsidRDefault="003C3AB1" w14:paraId="4DDBEF00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3C3AB1" w:rsidP="00F83B28" w:rsidRDefault="003C3AB1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3C3AB1" w:rsidP="00F83B28" w:rsidRDefault="003C3AB1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3C3AB1" w:rsidP="00F83B28" w:rsidRDefault="003C3AB1" w14:paraId="67326943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3C3AB1" w:rsidP="009C54AE" w:rsidRDefault="003C3AB1" w14:paraId="3461D77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3C3AB1" w:rsidP="00F83B28" w:rsidRDefault="003C3AB1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9C54AE" w:rsidR="003C3AB1" w:rsidP="008E7A14" w:rsidRDefault="003C3AB1" w14:paraId="55D48E7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3C3AB1" w:rsidP="009C54AE" w:rsidRDefault="003C3AB1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3C3AB1" w:rsidP="009C54AE" w:rsidRDefault="003C3AB1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3C3AB1" w:rsidTr="00745302" w14:paraId="229045A4" wp14:textId="77777777">
        <w:tc>
          <w:tcPr>
            <w:tcW w:w="9670" w:type="dxa"/>
          </w:tcPr>
          <w:p w:rsidRPr="009C54AE" w:rsidR="003C3AB1" w:rsidP="008E7A14" w:rsidRDefault="003C3AB1" w14:paraId="5C17A2F1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Nauka o państwie i prawie; System polityczny RP. Student posiada podstawową wiedzę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 państwie i prawie oraz o zasadach funkcjonowania instytucji społeczno-politycznych; wykorzystuje zdobytą wiedzę i pozyskuje dane do analizowania konkretnych procesów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zjawisk politycznych.</w:t>
            </w:r>
          </w:p>
        </w:tc>
      </w:tr>
    </w:tbl>
    <w:p xmlns:wp14="http://schemas.microsoft.com/office/word/2010/wordml" w:rsidR="003C3AB1" w:rsidP="009C54AE" w:rsidRDefault="003C3AB1" w14:paraId="0FB7827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3C3AB1" w:rsidP="009C54AE" w:rsidRDefault="003C3AB1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3C3AB1" w:rsidP="009C54AE" w:rsidRDefault="003C3AB1" w14:paraId="1FC3994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3C3AB1" w:rsidP="009C54AE" w:rsidRDefault="003C3AB1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3C3AB1" w:rsidP="009C54AE" w:rsidRDefault="003C3AB1" w14:paraId="0562CB0E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841"/>
        <w:gridCol w:w="8679"/>
      </w:tblGrid>
      <w:tr xmlns:wp14="http://schemas.microsoft.com/office/word/2010/wordml" w:rsidRPr="009C54AE" w:rsidR="003C3AB1" w:rsidTr="008E7A14" w14:paraId="6B8AE4E5" wp14:textId="77777777">
        <w:tc>
          <w:tcPr>
            <w:tcW w:w="841" w:type="dxa"/>
            <w:vAlign w:val="center"/>
          </w:tcPr>
          <w:p w:rsidRPr="004710F6" w:rsidR="003C3AB1" w:rsidP="008E7A14" w:rsidRDefault="003C3AB1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679" w:type="dxa"/>
          </w:tcPr>
          <w:p w:rsidRPr="004710F6" w:rsidR="003C3AB1" w:rsidP="008E7A14" w:rsidRDefault="003C3AB1" w14:paraId="45146691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poznanie podstawowych pojęć z zakresu administracji publicznej, w tym samorządu terytorialnego</w:t>
            </w:r>
          </w:p>
        </w:tc>
      </w:tr>
      <w:tr xmlns:wp14="http://schemas.microsoft.com/office/word/2010/wordml" w:rsidRPr="009C54AE" w:rsidR="003C3AB1" w:rsidTr="008E7A14" w14:paraId="3D68943F" wp14:textId="77777777">
        <w:tc>
          <w:tcPr>
            <w:tcW w:w="841" w:type="dxa"/>
            <w:vAlign w:val="center"/>
          </w:tcPr>
          <w:p w:rsidRPr="004710F6" w:rsidR="003C3AB1" w:rsidP="008E7A14" w:rsidRDefault="003C3AB1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2"/>
              </w:rPr>
              <w:t>C2</w:t>
            </w:r>
          </w:p>
        </w:tc>
        <w:tc>
          <w:tcPr>
            <w:tcW w:w="8679" w:type="dxa"/>
          </w:tcPr>
          <w:p w:rsidRPr="004710F6" w:rsidR="003C3AB1" w:rsidP="008E7A14" w:rsidRDefault="003C3AB1" w14:paraId="3B4F90BF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uzyskanie wiedzy z zakresu instytucji, zadań i funkcji administracji rządowej</w:t>
            </w:r>
          </w:p>
        </w:tc>
      </w:tr>
      <w:tr xmlns:wp14="http://schemas.microsoft.com/office/word/2010/wordml" w:rsidRPr="009C54AE" w:rsidR="003C3AB1" w:rsidTr="008E7A14" w14:paraId="5302B6ED" wp14:textId="77777777">
        <w:tc>
          <w:tcPr>
            <w:tcW w:w="841" w:type="dxa"/>
            <w:vAlign w:val="center"/>
          </w:tcPr>
          <w:p w:rsidRPr="004710F6" w:rsidR="003C3AB1" w:rsidP="008E7A14" w:rsidRDefault="003C3AB1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C3</w:t>
            </w:r>
          </w:p>
        </w:tc>
        <w:tc>
          <w:tcPr>
            <w:tcW w:w="8679" w:type="dxa"/>
            <w:vAlign w:val="center"/>
          </w:tcPr>
          <w:p w:rsidRPr="004710F6" w:rsidR="003C3AB1" w:rsidP="008E7A14" w:rsidRDefault="003C3AB1" w14:paraId="080C6E0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uzyskanie wiedzy z zakresu instytucji, zadań i funkcji administracji samorządowej</w:t>
            </w:r>
          </w:p>
        </w:tc>
      </w:tr>
      <w:tr xmlns:wp14="http://schemas.microsoft.com/office/word/2010/wordml" w:rsidRPr="009C54AE" w:rsidR="003C3AB1" w:rsidTr="008E7A14" w14:paraId="3D315607" wp14:textId="77777777">
        <w:tc>
          <w:tcPr>
            <w:tcW w:w="841" w:type="dxa"/>
            <w:vAlign w:val="center"/>
          </w:tcPr>
          <w:p w:rsidRPr="004710F6" w:rsidR="003C3AB1" w:rsidP="008E7A14" w:rsidRDefault="003C3AB1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C4</w:t>
            </w:r>
          </w:p>
        </w:tc>
        <w:tc>
          <w:tcPr>
            <w:tcW w:w="8679" w:type="dxa"/>
            <w:vAlign w:val="center"/>
          </w:tcPr>
          <w:p w:rsidRPr="004710F6" w:rsidR="003C3AB1" w:rsidP="008E7A14" w:rsidRDefault="003C3AB1" w14:paraId="65CBD907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poznanie relacji między administracją rządową a samorządową</w:t>
            </w:r>
          </w:p>
        </w:tc>
      </w:tr>
      <w:tr xmlns:wp14="http://schemas.microsoft.com/office/word/2010/wordml" w:rsidRPr="009C54AE" w:rsidR="003C3AB1" w:rsidTr="008E7A14" w14:paraId="5F155D45" wp14:textId="77777777">
        <w:tc>
          <w:tcPr>
            <w:tcW w:w="841" w:type="dxa"/>
            <w:vAlign w:val="center"/>
          </w:tcPr>
          <w:p w:rsidRPr="004710F6" w:rsidR="003C3AB1" w:rsidP="008E7A14" w:rsidRDefault="003C3AB1" w14:paraId="56E055E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C5</w:t>
            </w:r>
          </w:p>
        </w:tc>
        <w:tc>
          <w:tcPr>
            <w:tcW w:w="8679" w:type="dxa"/>
            <w:vAlign w:val="center"/>
          </w:tcPr>
          <w:p w:rsidRPr="004710F6" w:rsidR="003C3AB1" w:rsidP="008E7A14" w:rsidRDefault="003C3AB1" w14:paraId="4EDA699C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rozwijanie umiejętności analizowania relacji między organami administracji publicznej</w:t>
            </w:r>
          </w:p>
        </w:tc>
      </w:tr>
      <w:tr xmlns:wp14="http://schemas.microsoft.com/office/word/2010/wordml" w:rsidRPr="009C54AE" w:rsidR="003C3AB1" w:rsidTr="008E7A14" w14:paraId="189CF524" wp14:textId="77777777">
        <w:tc>
          <w:tcPr>
            <w:tcW w:w="841" w:type="dxa"/>
            <w:vAlign w:val="center"/>
          </w:tcPr>
          <w:p w:rsidRPr="004710F6" w:rsidR="003C3AB1" w:rsidP="008E7A14" w:rsidRDefault="003C3AB1" w14:paraId="00B3D6C2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C6</w:t>
            </w:r>
          </w:p>
        </w:tc>
        <w:tc>
          <w:tcPr>
            <w:tcW w:w="8679" w:type="dxa"/>
            <w:vAlign w:val="center"/>
          </w:tcPr>
          <w:p w:rsidRPr="004710F6" w:rsidR="003C3AB1" w:rsidP="008E7A14" w:rsidRDefault="003C3AB1" w14:paraId="225A886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rozwijanie umiejętności krytycznej oceny efektów realizacji zadań przez administrację publiczną</w:t>
            </w:r>
          </w:p>
        </w:tc>
      </w:tr>
    </w:tbl>
    <w:p xmlns:wp14="http://schemas.microsoft.com/office/word/2010/wordml" w:rsidRPr="009C54AE" w:rsidR="003C3AB1" w:rsidP="009C54AE" w:rsidRDefault="003C3AB1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3C3AB1" w:rsidP="009C54AE" w:rsidRDefault="003C3AB1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3C3AB1" w:rsidP="009C54AE" w:rsidRDefault="003C3AB1" w14:paraId="62EBF3C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681"/>
        <w:gridCol w:w="5974"/>
        <w:gridCol w:w="1865"/>
      </w:tblGrid>
      <w:tr xmlns:wp14="http://schemas.microsoft.com/office/word/2010/wordml" w:rsidRPr="009C54AE" w:rsidR="003C3AB1" w:rsidTr="008E7A14" w14:paraId="61F38664" wp14:textId="77777777">
        <w:tc>
          <w:tcPr>
            <w:tcW w:w="1681" w:type="dxa"/>
            <w:vAlign w:val="center"/>
          </w:tcPr>
          <w:p w:rsidRPr="009C54AE" w:rsidR="003C3AB1" w:rsidP="009C54AE" w:rsidRDefault="003C3AB1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3C3AB1" w:rsidP="00C05F44" w:rsidRDefault="003C3AB1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3C3AB1" w:rsidP="00C05F44" w:rsidRDefault="003C3AB1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3C3AB1" w:rsidTr="008E7A14" w14:paraId="413A9EB0" wp14:textId="77777777">
        <w:tc>
          <w:tcPr>
            <w:tcW w:w="1681" w:type="dxa"/>
          </w:tcPr>
          <w:p w:rsidRPr="009C54AE" w:rsidR="003C3AB1" w:rsidP="008E7A14" w:rsidRDefault="003C3AB1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4" w:type="dxa"/>
          </w:tcPr>
          <w:p w:rsidRPr="009C54AE" w:rsidR="003C3AB1" w:rsidP="008E7A14" w:rsidRDefault="003C3AB1" w14:paraId="4760A8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Definiuje podstawowe pojęcia z zakresu administracji publicznej i samorządu terytorialnego</w:t>
            </w:r>
          </w:p>
        </w:tc>
        <w:tc>
          <w:tcPr>
            <w:tcW w:w="1865" w:type="dxa"/>
          </w:tcPr>
          <w:p w:rsidRPr="009C54AE" w:rsidR="003C3AB1" w:rsidP="008E7A14" w:rsidRDefault="003C3AB1" w14:paraId="262F74A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W01</w:t>
            </w:r>
          </w:p>
        </w:tc>
      </w:tr>
      <w:tr xmlns:wp14="http://schemas.microsoft.com/office/word/2010/wordml" w:rsidRPr="009C54AE" w:rsidR="003C3AB1" w:rsidTr="008E7A14" w14:paraId="0862377E" wp14:textId="77777777">
        <w:tc>
          <w:tcPr>
            <w:tcW w:w="1681" w:type="dxa"/>
          </w:tcPr>
          <w:p w:rsidRPr="009C54AE" w:rsidR="003C3AB1" w:rsidP="008E7A14" w:rsidRDefault="003C3AB1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Pr="009C54AE" w:rsidR="003C3AB1" w:rsidP="008E7A14" w:rsidRDefault="003C3AB1" w14:paraId="0B6EFFA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Wskazuje normy prawne leżące u podstaw funkcjonowania instytucji publicznych</w:t>
            </w:r>
          </w:p>
        </w:tc>
        <w:tc>
          <w:tcPr>
            <w:tcW w:w="1865" w:type="dxa"/>
          </w:tcPr>
          <w:p w:rsidRPr="009C54AE" w:rsidR="003C3AB1" w:rsidP="008E7A14" w:rsidRDefault="003C3AB1" w14:paraId="3FF2826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W04</w:t>
            </w:r>
          </w:p>
        </w:tc>
      </w:tr>
      <w:tr xmlns:wp14="http://schemas.microsoft.com/office/word/2010/wordml" w:rsidRPr="009C54AE" w:rsidR="003C3AB1" w:rsidTr="008E7A14" w14:paraId="317B93E5" wp14:textId="77777777">
        <w:tc>
          <w:tcPr>
            <w:tcW w:w="1681" w:type="dxa"/>
          </w:tcPr>
          <w:p w:rsidRPr="009C54AE" w:rsidR="003C3AB1" w:rsidP="008E7A14" w:rsidRDefault="003C3AB1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Pr="009C54AE" w:rsidR="003C3AB1" w:rsidP="008E7A14" w:rsidRDefault="003C3AB1" w14:paraId="1E81D5F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Określa zmiany zachodzące w organizacji i zadaniach administracji publicznej pod wpływem ewolucji jej środowiska zewnętrznego</w:t>
            </w:r>
          </w:p>
        </w:tc>
        <w:tc>
          <w:tcPr>
            <w:tcW w:w="1865" w:type="dxa"/>
          </w:tcPr>
          <w:p w:rsidRPr="009C54AE" w:rsidR="003C3AB1" w:rsidP="008E7A14" w:rsidRDefault="003C3AB1" w14:paraId="2757935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W05</w:t>
            </w:r>
          </w:p>
        </w:tc>
      </w:tr>
      <w:tr xmlns:wp14="http://schemas.microsoft.com/office/word/2010/wordml" w:rsidRPr="009C54AE" w:rsidR="003C3AB1" w:rsidTr="008E7A14" w14:paraId="4DA64F61" wp14:textId="77777777">
        <w:tc>
          <w:tcPr>
            <w:tcW w:w="1681" w:type="dxa"/>
          </w:tcPr>
          <w:p w:rsidRPr="009C54AE" w:rsidR="003C3AB1" w:rsidP="008E7A14" w:rsidRDefault="003C3AB1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Pr="009C54AE" w:rsidR="003C3AB1" w:rsidP="008E7A14" w:rsidRDefault="003C3AB1" w14:paraId="728DACE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Analizuje akty normatywne w zakresie administracji publicznej i samorządu terytorialnego</w:t>
            </w:r>
          </w:p>
        </w:tc>
        <w:tc>
          <w:tcPr>
            <w:tcW w:w="1865" w:type="dxa"/>
          </w:tcPr>
          <w:p w:rsidRPr="009C54AE" w:rsidR="003C3AB1" w:rsidP="008E7A14" w:rsidRDefault="003C3AB1" w14:paraId="01A6CC3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xmlns:wp14="http://schemas.microsoft.com/office/word/2010/wordml" w:rsidRPr="009C54AE" w:rsidR="003C3AB1" w:rsidTr="008E7A14" w14:paraId="53F35F8C" wp14:textId="77777777">
        <w:tc>
          <w:tcPr>
            <w:tcW w:w="1681" w:type="dxa"/>
          </w:tcPr>
          <w:p w:rsidRPr="009C54AE" w:rsidR="003C3AB1" w:rsidP="008E7A14" w:rsidRDefault="003C3AB1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4" w:type="dxa"/>
          </w:tcPr>
          <w:p w:rsidRPr="009C54AE" w:rsidR="003C3AB1" w:rsidP="008E7A14" w:rsidRDefault="003C3AB1" w14:paraId="5AF1EBA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Ocenia rozwiązania normatywne i organizacyjne leżące u podstaw administracji publicznej i samorządu terytorialnego</w:t>
            </w:r>
          </w:p>
        </w:tc>
        <w:tc>
          <w:tcPr>
            <w:tcW w:w="1865" w:type="dxa"/>
          </w:tcPr>
          <w:p w:rsidRPr="00AC6665" w:rsidR="003C3AB1" w:rsidP="008E7A14" w:rsidRDefault="003C3AB1" w14:paraId="44A931D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U05</w:t>
            </w:r>
          </w:p>
          <w:p w:rsidRPr="009C54AE" w:rsidR="003C3AB1" w:rsidP="008E7A14" w:rsidRDefault="003C3AB1" w14:paraId="7D2B3D7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U09</w:t>
            </w:r>
          </w:p>
        </w:tc>
      </w:tr>
      <w:tr xmlns:wp14="http://schemas.microsoft.com/office/word/2010/wordml" w:rsidRPr="009C54AE" w:rsidR="003C3AB1" w:rsidTr="008E7A14" w14:paraId="70A3DEF8" wp14:textId="77777777">
        <w:tc>
          <w:tcPr>
            <w:tcW w:w="1681" w:type="dxa"/>
          </w:tcPr>
          <w:p w:rsidRPr="009C54AE" w:rsidR="003C3AB1" w:rsidP="008E7A14" w:rsidRDefault="003C3AB1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4" w:type="dxa"/>
          </w:tcPr>
          <w:p w:rsidRPr="009C54AE" w:rsidR="003C3AB1" w:rsidP="008E7A14" w:rsidRDefault="003C3AB1" w14:paraId="6C41B6F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Jest zorientowany na samokształcenie i indywidualny rozwój</w:t>
            </w:r>
          </w:p>
        </w:tc>
        <w:tc>
          <w:tcPr>
            <w:tcW w:w="1865" w:type="dxa"/>
          </w:tcPr>
          <w:p w:rsidRPr="009C54AE" w:rsidR="003C3AB1" w:rsidP="008E7A14" w:rsidRDefault="003C3AB1" w14:paraId="6A27F70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K06</w:t>
            </w:r>
          </w:p>
        </w:tc>
      </w:tr>
      <w:tr xmlns:wp14="http://schemas.microsoft.com/office/word/2010/wordml" w:rsidRPr="009C54AE" w:rsidR="003C3AB1" w:rsidTr="008E7A14" w14:paraId="5AB340FD" wp14:textId="77777777">
        <w:tc>
          <w:tcPr>
            <w:tcW w:w="1681" w:type="dxa"/>
          </w:tcPr>
          <w:p w:rsidRPr="009C54AE" w:rsidR="003C3AB1" w:rsidP="008E7A14" w:rsidRDefault="003C3AB1" w14:paraId="55CE86D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974" w:type="dxa"/>
          </w:tcPr>
          <w:p w:rsidRPr="009C54AE" w:rsidR="003C3AB1" w:rsidP="008E7A14" w:rsidRDefault="003C3AB1" w14:paraId="50D3984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 xml:space="preserve">Podejmuje dyskusję na tematy związane ze sferą publiczną </w:t>
            </w:r>
          </w:p>
        </w:tc>
        <w:tc>
          <w:tcPr>
            <w:tcW w:w="1865" w:type="dxa"/>
          </w:tcPr>
          <w:p w:rsidRPr="009C54AE" w:rsidR="003C3AB1" w:rsidP="008E7A14" w:rsidRDefault="003C3AB1" w14:paraId="1850DF5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K02</w:t>
            </w:r>
          </w:p>
        </w:tc>
      </w:tr>
    </w:tbl>
    <w:p xmlns:wp14="http://schemas.microsoft.com/office/word/2010/wordml" w:rsidR="003C3AB1" w:rsidP="009C54AE" w:rsidRDefault="003C3AB1" w14:paraId="6D98A12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3C3AB1" w:rsidP="009C54AE" w:rsidRDefault="003C3AB1" w14:paraId="2946DB82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3C3AB1" w:rsidP="009C54AE" w:rsidRDefault="003C3AB1" w14:paraId="5997CC1D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3C3AB1" w:rsidP="009C54AE" w:rsidRDefault="003C3AB1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3C3AB1" w:rsidP="009C54AE" w:rsidRDefault="003C3AB1" w14:paraId="25513626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Pr="009C54AE" w:rsidR="003C3AB1" w:rsidP="009C54AE" w:rsidRDefault="003C3AB1" w14:paraId="110FFD37" wp14:textId="77777777">
      <w:pPr>
        <w:pStyle w:val="ListParagraph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520"/>
      </w:tblGrid>
      <w:tr xmlns:wp14="http://schemas.microsoft.com/office/word/2010/wordml" w:rsidRPr="00AC6665" w:rsidR="003C3AB1" w:rsidTr="00904624" w14:paraId="587EA2A8" wp14:textId="77777777">
        <w:tc>
          <w:tcPr>
            <w:tcW w:w="9520" w:type="dxa"/>
          </w:tcPr>
          <w:p w:rsidRPr="00AC6665" w:rsidR="003C3AB1" w:rsidP="00DD16F2" w:rsidRDefault="003C3AB1" w14:paraId="35113026" wp14:textId="77777777">
            <w:pPr>
              <w:pStyle w:val="ListParagraph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66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AC6665" w:rsidR="003C3AB1" w:rsidTr="00904624" w14:paraId="1A9156B8" wp14:textId="77777777">
        <w:tc>
          <w:tcPr>
            <w:tcW w:w="9520" w:type="dxa"/>
          </w:tcPr>
          <w:p w:rsidRPr="00AC6665" w:rsidR="003C3AB1" w:rsidP="00DD16F2" w:rsidRDefault="003C3AB1" w14:paraId="031EB94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Administracja publiczna i samorząd terytorialny – definicje i podstawowe pojęcia.</w:t>
            </w:r>
          </w:p>
        </w:tc>
      </w:tr>
      <w:tr xmlns:wp14="http://schemas.microsoft.com/office/word/2010/wordml" w:rsidRPr="00AC6665" w:rsidR="003C3AB1" w:rsidTr="00904624" w14:paraId="5F627952" wp14:textId="77777777">
        <w:tc>
          <w:tcPr>
            <w:tcW w:w="9520" w:type="dxa"/>
          </w:tcPr>
          <w:p w:rsidRPr="00AC6665" w:rsidR="003C3AB1" w:rsidP="00DD16F2" w:rsidRDefault="003C3AB1" w14:paraId="3C0DBCF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Konstytucyjne, prawnomiędzynarodowe i ustawowe podstawy funkcjonowania administracji rządowej i samorządowej w Polsce.</w:t>
            </w:r>
          </w:p>
        </w:tc>
      </w:tr>
      <w:tr xmlns:wp14="http://schemas.microsoft.com/office/word/2010/wordml" w:rsidRPr="00AC6665" w:rsidR="003C3AB1" w:rsidTr="00904624" w14:paraId="278CCB55" wp14:textId="77777777">
        <w:tc>
          <w:tcPr>
            <w:tcW w:w="9520" w:type="dxa"/>
          </w:tcPr>
          <w:p w:rsidRPr="00AC6665" w:rsidR="003C3AB1" w:rsidP="00DD16F2" w:rsidRDefault="003C3AB1" w14:paraId="6689B95C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Funkcje i działania administracji publicznej.</w:t>
            </w:r>
          </w:p>
        </w:tc>
      </w:tr>
      <w:tr xmlns:wp14="http://schemas.microsoft.com/office/word/2010/wordml" w:rsidRPr="00AC6665" w:rsidR="003C3AB1" w:rsidTr="00904624" w14:paraId="277597C2" wp14:textId="77777777">
        <w:tc>
          <w:tcPr>
            <w:tcW w:w="9520" w:type="dxa"/>
          </w:tcPr>
          <w:p w:rsidRPr="00AC6665" w:rsidR="003C3AB1" w:rsidP="00DD16F2" w:rsidRDefault="003C3AB1" w14:paraId="1AD15C44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bookmarkStart w:name="_Hlk498351642" w:id="0"/>
            <w:r>
              <w:rPr>
                <w:rFonts w:ascii="Corbel" w:hAnsi="Corbel"/>
                <w:sz w:val="24"/>
              </w:rPr>
              <w:t>Prawne formy działania administracji publicznej.</w:t>
            </w:r>
          </w:p>
        </w:tc>
      </w:tr>
      <w:bookmarkEnd w:id="0"/>
      <w:tr xmlns:wp14="http://schemas.microsoft.com/office/word/2010/wordml" w:rsidRPr="00AC6665" w:rsidR="003C3AB1" w:rsidTr="00904624" w14:paraId="0C6281EF" wp14:textId="77777777">
        <w:tc>
          <w:tcPr>
            <w:tcW w:w="9520" w:type="dxa"/>
          </w:tcPr>
          <w:p w:rsidRPr="00AC6665" w:rsidR="003C3AB1" w:rsidP="00DD16F2" w:rsidRDefault="003C3AB1" w14:paraId="3153ECD3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Organy administracji publicznej – rodzaje, sposoby kreacji i wzajemne relacje.</w:t>
            </w:r>
          </w:p>
        </w:tc>
      </w:tr>
      <w:tr xmlns:wp14="http://schemas.microsoft.com/office/word/2010/wordml" w:rsidRPr="00AC6665" w:rsidR="003C3AB1" w:rsidTr="00904624" w14:paraId="59366F61" wp14:textId="77777777">
        <w:tc>
          <w:tcPr>
            <w:tcW w:w="9520" w:type="dxa"/>
          </w:tcPr>
          <w:p w:rsidRPr="00AC6665" w:rsidR="003C3AB1" w:rsidP="00DD16F2" w:rsidRDefault="003C3AB1" w14:paraId="7B5A013D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Organizacja administracji rządowej – organy naczelne i terenowe.</w:t>
            </w:r>
          </w:p>
        </w:tc>
      </w:tr>
      <w:tr xmlns:wp14="http://schemas.microsoft.com/office/word/2010/wordml" w:rsidRPr="00AC6665" w:rsidR="003C3AB1" w:rsidTr="00904624" w14:paraId="65E07BFB" wp14:textId="77777777">
        <w:tc>
          <w:tcPr>
            <w:tcW w:w="9520" w:type="dxa"/>
          </w:tcPr>
          <w:p w:rsidRPr="00AC6665" w:rsidR="003C3AB1" w:rsidP="00DD16F2" w:rsidRDefault="003C3AB1" w14:paraId="62DAA7AE" wp14:textId="77777777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  <w:lang w:eastAsia="pl-PL"/>
              </w:rPr>
              <w:t>Podział terytorialny państwa i tryb jego zmiany.</w:t>
            </w:r>
          </w:p>
        </w:tc>
      </w:tr>
      <w:tr xmlns:wp14="http://schemas.microsoft.com/office/word/2010/wordml" w:rsidRPr="00AC6665" w:rsidR="003C3AB1" w:rsidTr="00904624" w14:paraId="0875A106" wp14:textId="77777777">
        <w:tc>
          <w:tcPr>
            <w:tcW w:w="9520" w:type="dxa"/>
          </w:tcPr>
          <w:p w:rsidRPr="00AC6665" w:rsidR="003C3AB1" w:rsidP="00DD16F2" w:rsidRDefault="003C3AB1" w14:paraId="372DCB89" wp14:textId="77777777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 w:rsidRPr="00AC6665">
              <w:rPr>
                <w:rFonts w:ascii="Corbel" w:hAnsi="Corbel"/>
                <w:sz w:val="24"/>
                <w:lang w:eastAsia="pl-PL"/>
              </w:rPr>
              <w:t>Kategorie, rodzaje i usytuowanie zadań samorządu terytorialnego na jego poszczególnych szczeblach.</w:t>
            </w:r>
          </w:p>
        </w:tc>
      </w:tr>
      <w:tr xmlns:wp14="http://schemas.microsoft.com/office/word/2010/wordml" w:rsidRPr="00AC6665" w:rsidR="003C3AB1" w:rsidTr="00904624" w14:paraId="77E9B81E" wp14:textId="77777777">
        <w:tc>
          <w:tcPr>
            <w:tcW w:w="9520" w:type="dxa"/>
          </w:tcPr>
          <w:p w:rsidRPr="00AC6665" w:rsidR="003C3AB1" w:rsidP="00DD16F2" w:rsidRDefault="003C3AB1" w14:paraId="2C4E4191" wp14:textId="77777777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Instytucje demokracji pośredniej i bezpośredniej oraz współrządzenie we wspólnotach lokalnych.</w:t>
            </w:r>
          </w:p>
        </w:tc>
      </w:tr>
      <w:tr xmlns:wp14="http://schemas.microsoft.com/office/word/2010/wordml" w:rsidRPr="00AC6665" w:rsidR="003C3AB1" w:rsidTr="00904624" w14:paraId="6D939D9D" wp14:textId="77777777">
        <w:tc>
          <w:tcPr>
            <w:tcW w:w="9520" w:type="dxa"/>
          </w:tcPr>
          <w:p w:rsidRPr="00AC6665" w:rsidR="003C3AB1" w:rsidP="00DD16F2" w:rsidRDefault="003C3AB1" w14:paraId="4ECB5EF4" wp14:textId="77777777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Samorządowe organy stanowiące i wykonawcze.</w:t>
            </w:r>
          </w:p>
        </w:tc>
      </w:tr>
      <w:tr xmlns:wp14="http://schemas.microsoft.com/office/word/2010/wordml" w:rsidRPr="00AC6665" w:rsidR="003C3AB1" w:rsidTr="00904624" w14:paraId="08FE5A48" wp14:textId="77777777">
        <w:tc>
          <w:tcPr>
            <w:tcW w:w="9520" w:type="dxa"/>
          </w:tcPr>
          <w:p w:rsidRPr="00AC6665" w:rsidR="003C3AB1" w:rsidP="00DD16F2" w:rsidRDefault="003C3AB1" w14:paraId="02E46118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Kadry w administracji publicznej – służba cywilna i pracownicy samorządowi.</w:t>
            </w:r>
          </w:p>
        </w:tc>
      </w:tr>
      <w:tr xmlns:wp14="http://schemas.microsoft.com/office/word/2010/wordml" w:rsidRPr="00AC6665" w:rsidR="003C3AB1" w:rsidTr="00904624" w14:paraId="5A9B90CA" wp14:textId="77777777">
        <w:tc>
          <w:tcPr>
            <w:tcW w:w="9520" w:type="dxa"/>
          </w:tcPr>
          <w:p w:rsidRPr="00AC6665" w:rsidR="003C3AB1" w:rsidP="00DD16F2" w:rsidRDefault="003C3AB1" w14:paraId="7223FD3F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Konflikt interesów i patologie w administracji publicznej. Etyka w życiu publicznym.</w:t>
            </w:r>
          </w:p>
        </w:tc>
      </w:tr>
      <w:tr xmlns:wp14="http://schemas.microsoft.com/office/word/2010/wordml" w:rsidRPr="00AC6665" w:rsidR="003C3AB1" w:rsidTr="00904624" w14:paraId="6D6F6BF1" wp14:textId="77777777">
        <w:tc>
          <w:tcPr>
            <w:tcW w:w="9520" w:type="dxa"/>
            <w:vAlign w:val="center"/>
          </w:tcPr>
          <w:p w:rsidRPr="00AC6665" w:rsidR="003C3AB1" w:rsidP="00DD16F2" w:rsidRDefault="003C3AB1" w14:paraId="7BDD3A26" wp14:textId="77777777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System kontroli i nadzoru nad administracją publiczną.</w:t>
            </w:r>
          </w:p>
        </w:tc>
      </w:tr>
      <w:tr xmlns:wp14="http://schemas.microsoft.com/office/word/2010/wordml" w:rsidRPr="00AC6665" w:rsidR="003C3AB1" w:rsidTr="00904624" w14:paraId="3380DA55" wp14:textId="77777777">
        <w:tc>
          <w:tcPr>
            <w:tcW w:w="9520" w:type="dxa"/>
            <w:vAlign w:val="center"/>
          </w:tcPr>
          <w:p w:rsidRPr="00AC6665" w:rsidR="003C3AB1" w:rsidP="00DD16F2" w:rsidRDefault="003C3AB1" w14:paraId="36F41672" wp14:textId="77777777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Dostęp do informacji publicznej i elektroniczna administracja.</w:t>
            </w:r>
          </w:p>
        </w:tc>
      </w:tr>
      <w:tr xmlns:wp14="http://schemas.microsoft.com/office/word/2010/wordml" w:rsidRPr="00AC6665" w:rsidR="003C3AB1" w:rsidTr="00904624" w14:paraId="185BE711" wp14:textId="77777777">
        <w:tc>
          <w:tcPr>
            <w:tcW w:w="9520" w:type="dxa"/>
            <w:vAlign w:val="center"/>
          </w:tcPr>
          <w:p w:rsidRPr="00AC6665" w:rsidR="003C3AB1" w:rsidP="00DD16F2" w:rsidRDefault="003C3AB1" w14:paraId="359331E6" wp14:textId="77777777">
            <w:pPr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Finanse i mienie publiczne</w:t>
            </w:r>
            <w:r w:rsidRPr="00AC6665">
              <w:rPr>
                <w:rFonts w:ascii="Corbel" w:hAnsi="Corbel"/>
                <w:sz w:val="24"/>
              </w:rPr>
              <w:t>.</w:t>
            </w:r>
          </w:p>
        </w:tc>
      </w:tr>
    </w:tbl>
    <w:p xmlns:wp14="http://schemas.microsoft.com/office/word/2010/wordml" w:rsidRPr="009C54AE" w:rsidR="003C3AB1" w:rsidP="009C54AE" w:rsidRDefault="003C3AB1" w14:paraId="6B6993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3C3AB1" w:rsidP="009C54AE" w:rsidRDefault="003C3AB1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3C3AB1" w:rsidP="009C54AE" w:rsidRDefault="003C3AB1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3C3AB1" w:rsidP="009C54AE" w:rsidRDefault="003C3AB1" w14:paraId="06512FFB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xmlns:wp14="http://schemas.microsoft.com/office/word/2010/wordml" w:rsidR="003C3AB1" w:rsidP="009C54AE" w:rsidRDefault="003C3AB1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xmlns:wp14="http://schemas.microsoft.com/office/word/2010/wordml" w:rsidR="003C3AB1" w:rsidP="009C54AE" w:rsidRDefault="003C3AB1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Pr="00153C41" w:rsidR="003C3AB1" w:rsidP="009C54AE" w:rsidRDefault="003C3AB1" w14:paraId="34C922D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Pr="009C54AE" w:rsidR="003C3AB1" w:rsidP="009C54AE" w:rsidRDefault="003C3AB1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82F85" w:rsidR="003C3AB1" w:rsidP="003415EF" w:rsidRDefault="003C3AB1" w14:paraId="4E9E5E25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 xml:space="preserve">wykład </w:t>
      </w:r>
      <w:r>
        <w:rPr>
          <w:rFonts w:ascii="Corbel" w:hAnsi="Corbel"/>
          <w:sz w:val="24"/>
        </w:rPr>
        <w:t>z wykorzystaniem metody kształcenia na odległość</w:t>
      </w:r>
    </w:p>
    <w:p xmlns:wp14="http://schemas.microsoft.com/office/word/2010/wordml" w:rsidRPr="00982F85" w:rsidR="003C3AB1" w:rsidP="003415EF" w:rsidRDefault="003C3AB1" w14:paraId="67B49BB4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dedukcyjne i indukcyjne tworzenie wiedzy teoretycznej z wykorzystaniem danych empirycznych</w:t>
      </w:r>
    </w:p>
    <w:p xmlns:wp14="http://schemas.microsoft.com/office/word/2010/wordml" w:rsidRPr="00982F85" w:rsidR="003C3AB1" w:rsidP="003415EF" w:rsidRDefault="003C3AB1" w14:paraId="6C367598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analiza i interpretacja aktów normatywnych</w:t>
      </w:r>
    </w:p>
    <w:p xmlns:wp14="http://schemas.microsoft.com/office/word/2010/wordml" w:rsidRPr="00982F85" w:rsidR="003C3AB1" w:rsidP="003415EF" w:rsidRDefault="003C3AB1" w14:paraId="0B589BB7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dyskusja</w:t>
      </w:r>
    </w:p>
    <w:p xmlns:wp14="http://schemas.microsoft.com/office/word/2010/wordml" w:rsidRPr="00982F85" w:rsidR="003C3AB1" w:rsidP="003415EF" w:rsidRDefault="003C3AB1" w14:paraId="543AE4C3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praca w grupach</w:t>
      </w:r>
    </w:p>
    <w:p xmlns:wp14="http://schemas.microsoft.com/office/word/2010/wordml" w:rsidR="003C3AB1" w:rsidP="009C54AE" w:rsidRDefault="003C3AB1" w14:paraId="08CE6F9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3C3AB1" w:rsidP="009C54AE" w:rsidRDefault="003C3AB1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3C3AB1" w:rsidP="009C54AE" w:rsidRDefault="003C3AB1" w14:paraId="61CDCEAD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3C3AB1" w:rsidP="009C54AE" w:rsidRDefault="003C3AB1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3C3AB1" w:rsidP="009C54AE" w:rsidRDefault="003C3AB1" w14:paraId="6BB9E25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962"/>
        <w:gridCol w:w="5441"/>
        <w:gridCol w:w="2117"/>
      </w:tblGrid>
      <w:tr xmlns:wp14="http://schemas.microsoft.com/office/word/2010/wordml" w:rsidRPr="00E958A2" w:rsidR="003C3AB1" w:rsidTr="00496545" w14:paraId="3CD72C34" wp14:textId="77777777">
        <w:tc>
          <w:tcPr>
            <w:tcW w:w="1962" w:type="dxa"/>
            <w:vAlign w:val="center"/>
          </w:tcPr>
          <w:p w:rsidRPr="00E958A2" w:rsidR="003C3AB1" w:rsidP="00496545" w:rsidRDefault="003C3AB1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E958A2" w:rsidR="003C3AB1" w:rsidP="00496545" w:rsidRDefault="003C3AB1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E958A2" w:rsidR="003C3AB1" w:rsidP="00496545" w:rsidRDefault="003C3AB1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E958A2" w:rsidR="003C3AB1" w:rsidP="00496545" w:rsidRDefault="003C3AB1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958A2" w:rsidR="003C3AB1" w:rsidP="00496545" w:rsidRDefault="003C3AB1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E958A2" w:rsidR="003C3AB1" w:rsidTr="00496545" w14:paraId="2432AEB1" wp14:textId="77777777">
        <w:tc>
          <w:tcPr>
            <w:tcW w:w="1962" w:type="dxa"/>
          </w:tcPr>
          <w:p w:rsidRPr="00E958A2" w:rsidR="003C3AB1" w:rsidP="00496545" w:rsidRDefault="003C3AB1" w14:paraId="4EEBB90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E958A2" w:rsidR="003C3AB1" w:rsidP="00496545" w:rsidRDefault="003C3AB1" w14:paraId="59C394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zadania na platformie e-learningowej, test śródsemestralny</w:t>
            </w:r>
          </w:p>
        </w:tc>
        <w:tc>
          <w:tcPr>
            <w:tcW w:w="2117" w:type="dxa"/>
          </w:tcPr>
          <w:p w:rsidRPr="00E958A2" w:rsidR="003C3AB1" w:rsidP="00496545" w:rsidRDefault="003C3AB1" w14:paraId="4EBA6F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kw</w:t>
            </w:r>
          </w:p>
        </w:tc>
      </w:tr>
      <w:tr xmlns:wp14="http://schemas.microsoft.com/office/word/2010/wordml" w:rsidRPr="00E958A2" w:rsidR="003C3AB1" w:rsidTr="00496545" w14:paraId="6BC0BF18" wp14:textId="77777777">
        <w:tc>
          <w:tcPr>
            <w:tcW w:w="1962" w:type="dxa"/>
          </w:tcPr>
          <w:p w:rsidRPr="00E958A2" w:rsidR="003C3AB1" w:rsidP="00496545" w:rsidRDefault="003C3AB1" w14:paraId="69FEFE2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E958A2" w:rsidR="003C3AB1" w:rsidP="00496545" w:rsidRDefault="003C3AB1" w14:paraId="2618C9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zadania na platformie e-learningowej, test śródsemestralny</w:t>
            </w:r>
          </w:p>
        </w:tc>
        <w:tc>
          <w:tcPr>
            <w:tcW w:w="2117" w:type="dxa"/>
          </w:tcPr>
          <w:p w:rsidRPr="00E958A2" w:rsidR="003C3AB1" w:rsidP="00496545" w:rsidRDefault="003C3AB1" w14:paraId="05719DA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kw</w:t>
            </w:r>
          </w:p>
        </w:tc>
      </w:tr>
      <w:tr xmlns:wp14="http://schemas.microsoft.com/office/word/2010/wordml" w:rsidRPr="00E958A2" w:rsidR="003C3AB1" w:rsidTr="00496545" w14:paraId="455E45C9" wp14:textId="77777777">
        <w:tc>
          <w:tcPr>
            <w:tcW w:w="1962" w:type="dxa"/>
          </w:tcPr>
          <w:p w:rsidRPr="00E958A2" w:rsidR="003C3AB1" w:rsidP="00496545" w:rsidRDefault="003C3AB1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E958A2" w:rsidR="003C3AB1" w:rsidP="00496545" w:rsidRDefault="003C3AB1" w14:paraId="4BCD09F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zadania, na platformie e-learningowej, test śródsemestralny</w:t>
            </w:r>
          </w:p>
        </w:tc>
        <w:tc>
          <w:tcPr>
            <w:tcW w:w="2117" w:type="dxa"/>
          </w:tcPr>
          <w:p w:rsidRPr="00E958A2" w:rsidR="003C3AB1" w:rsidP="00496545" w:rsidRDefault="003C3AB1" w14:paraId="751AA5B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kw </w:t>
            </w:r>
          </w:p>
        </w:tc>
      </w:tr>
      <w:tr xmlns:wp14="http://schemas.microsoft.com/office/word/2010/wordml" w:rsidRPr="00E958A2" w:rsidR="003C3AB1" w:rsidTr="00496545" w14:paraId="674C7AAA" wp14:textId="77777777">
        <w:tc>
          <w:tcPr>
            <w:tcW w:w="1962" w:type="dxa"/>
          </w:tcPr>
          <w:p w:rsidRPr="00E958A2" w:rsidR="003C3AB1" w:rsidP="00496545" w:rsidRDefault="003C3AB1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E958A2" w:rsidR="003C3AB1" w:rsidP="00496545" w:rsidRDefault="003C3AB1" w14:paraId="1E3C7EC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Pr="00E958A2" w:rsidR="003C3AB1" w:rsidP="00496545" w:rsidRDefault="003C3AB1" w14:paraId="1A6477A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pracy studenta w grupie</w:t>
            </w:r>
          </w:p>
        </w:tc>
        <w:tc>
          <w:tcPr>
            <w:tcW w:w="2117" w:type="dxa"/>
          </w:tcPr>
          <w:p w:rsidRPr="00E958A2" w:rsidR="003C3AB1" w:rsidP="00496545" w:rsidRDefault="003C3AB1" w14:paraId="03C4AE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kw</w:t>
            </w:r>
          </w:p>
        </w:tc>
      </w:tr>
      <w:tr xmlns:wp14="http://schemas.microsoft.com/office/word/2010/wordml" w:rsidRPr="00E958A2" w:rsidR="003C3AB1" w:rsidTr="00496545" w14:paraId="5712FBA1" wp14:textId="77777777">
        <w:tc>
          <w:tcPr>
            <w:tcW w:w="1962" w:type="dxa"/>
          </w:tcPr>
          <w:p w:rsidRPr="00E958A2" w:rsidR="003C3AB1" w:rsidP="00496545" w:rsidRDefault="003C3AB1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E958A2" w:rsidR="003C3AB1" w:rsidP="00496545" w:rsidRDefault="003C3AB1" w14:paraId="6BAB383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Pr="00E958A2" w:rsidR="003C3AB1" w:rsidP="00496545" w:rsidRDefault="003C3AB1" w14:paraId="0E3045B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pracy studenta w grupie</w:t>
            </w:r>
          </w:p>
        </w:tc>
        <w:tc>
          <w:tcPr>
            <w:tcW w:w="2117" w:type="dxa"/>
          </w:tcPr>
          <w:p w:rsidRPr="00E958A2" w:rsidR="003C3AB1" w:rsidP="00496545" w:rsidRDefault="003C3AB1" w14:paraId="31E4EBF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kw</w:t>
            </w:r>
          </w:p>
        </w:tc>
      </w:tr>
      <w:tr xmlns:wp14="http://schemas.microsoft.com/office/word/2010/wordml" w:rsidRPr="00E958A2" w:rsidR="003C3AB1" w:rsidTr="00496545" w14:paraId="2793CBFC" wp14:textId="77777777">
        <w:tc>
          <w:tcPr>
            <w:tcW w:w="1962" w:type="dxa"/>
          </w:tcPr>
          <w:p w:rsidRPr="00E958A2" w:rsidR="003C3AB1" w:rsidP="00496545" w:rsidRDefault="003C3AB1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E958A2" w:rsidR="003C3AB1" w:rsidP="00496545" w:rsidRDefault="003C3AB1" w14:paraId="775AD2A0" wp14:textId="7777777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aktywności na platformie e-learningowej; obserwacja w trakcie zajęć</w:t>
            </w:r>
          </w:p>
        </w:tc>
        <w:tc>
          <w:tcPr>
            <w:tcW w:w="2117" w:type="dxa"/>
          </w:tcPr>
          <w:p w:rsidRPr="00E958A2" w:rsidR="003C3AB1" w:rsidP="00496545" w:rsidRDefault="003C3AB1" w14:paraId="4EABB8F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kw</w:t>
            </w:r>
          </w:p>
        </w:tc>
      </w:tr>
      <w:tr xmlns:wp14="http://schemas.microsoft.com/office/word/2010/wordml" w:rsidRPr="00E958A2" w:rsidR="003C3AB1" w:rsidTr="00496545" w14:paraId="69B783C9" wp14:textId="77777777">
        <w:tc>
          <w:tcPr>
            <w:tcW w:w="1962" w:type="dxa"/>
          </w:tcPr>
          <w:p w:rsidRPr="00E958A2" w:rsidR="003C3AB1" w:rsidP="00496545" w:rsidRDefault="003C3AB1" w14:paraId="1E02E8D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E958A2" w:rsidR="003C3AB1" w:rsidP="00496545" w:rsidRDefault="003C3AB1" w14:paraId="7744534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Pr="00E958A2" w:rsidR="003C3AB1" w:rsidP="00496545" w:rsidRDefault="003C3AB1" w14:paraId="7034511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pracy studenta w grupie</w:t>
            </w:r>
          </w:p>
        </w:tc>
        <w:tc>
          <w:tcPr>
            <w:tcW w:w="2117" w:type="dxa"/>
          </w:tcPr>
          <w:p w:rsidRPr="00E958A2" w:rsidR="003C3AB1" w:rsidP="00496545" w:rsidRDefault="003C3AB1" w14:paraId="7E53AFC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kw</w:t>
            </w:r>
          </w:p>
        </w:tc>
      </w:tr>
    </w:tbl>
    <w:p xmlns:wp14="http://schemas.microsoft.com/office/word/2010/wordml" w:rsidRPr="009C54AE" w:rsidR="003C3AB1" w:rsidP="009C54AE" w:rsidRDefault="003C3AB1" w14:paraId="23DE523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C3AB1" w:rsidP="009C54AE" w:rsidRDefault="003C3AB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3C3AB1" w:rsidP="009C54AE" w:rsidRDefault="003C3AB1" w14:paraId="52E56223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3C3AB1" w:rsidTr="00923D7D" w14:paraId="725BC6AC" wp14:textId="77777777">
        <w:tc>
          <w:tcPr>
            <w:tcW w:w="9670" w:type="dxa"/>
          </w:tcPr>
          <w:p w:rsidRPr="00C93DBC" w:rsidR="003C3AB1" w:rsidP="00E958A2" w:rsidRDefault="003C3AB1" w14:paraId="4A51A92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Wykonanie zadań zamieszczonych na platformie e-learningowej; p</w:t>
            </w:r>
            <w:r w:rsidRPr="00C93DBC">
              <w:rPr>
                <w:rFonts w:ascii="Corbel" w:hAnsi="Corbel"/>
                <w:b w:val="0"/>
                <w:smallCaps w:val="0"/>
              </w:rPr>
              <w:t>rzygotowanie do zajęć; aktywność podczas zajęć; branie udziału w dyskusji; aktywność podczas pracy w grupach; uzyskanie pozytywnych ocen z kolokwiów.</w:t>
            </w:r>
          </w:p>
          <w:p w:rsidRPr="00C93DBC" w:rsidR="003C3AB1" w:rsidP="00E958A2" w:rsidRDefault="003C3AB1" w14:paraId="07547A0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Pr="00C93DBC" w:rsidR="003C3AB1" w:rsidP="00E958A2" w:rsidRDefault="003C3AB1" w14:paraId="6F31E29F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bardzo 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95% do 100%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 testów śródsemestralnych.</w:t>
            </w:r>
          </w:p>
          <w:p w:rsidRPr="00C93DBC" w:rsidR="003C3AB1" w:rsidP="00E958A2" w:rsidRDefault="003C3AB1" w14:paraId="34AF5976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85% do 94%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  <w:p w:rsidRPr="00C93DBC" w:rsidR="003C3AB1" w:rsidP="00E958A2" w:rsidRDefault="003C3AB1" w14:paraId="73CB7C6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75% do 84% punktów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  <w:p w:rsidRPr="00C93DBC" w:rsidR="003C3AB1" w:rsidP="00E958A2" w:rsidRDefault="003C3AB1" w14:paraId="2B172CF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+dostateczna 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udział w dyskusjach i pracy w grupie, uzyskanie od 65 do 74% punktów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  <w:p w:rsidRPr="00C93DBC" w:rsidR="003C3AB1" w:rsidP="00E958A2" w:rsidRDefault="003C3AB1" w14:paraId="46E231A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dostateczna – </w:t>
            </w:r>
            <w:r>
              <w:rPr>
                <w:rFonts w:ascii="Corbel" w:hAnsi="Corbel"/>
                <w:sz w:val="24"/>
                <w:szCs w:val="24"/>
              </w:rPr>
              <w:t>ograniczona aktywność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 na </w:t>
            </w:r>
            <w:r>
              <w:rPr>
                <w:rFonts w:ascii="Corbel" w:hAnsi="Corbel"/>
                <w:sz w:val="24"/>
                <w:szCs w:val="24"/>
              </w:rPr>
              <w:t xml:space="preserve">platformie –e-learningowej i w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udziału w dyskusjach i pracy w grupie, uzyskanie od 51% do 64% punktów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  <w:p w:rsidRPr="00F429F2" w:rsidR="003C3AB1" w:rsidP="00E958A2" w:rsidRDefault="003C3AB1" w14:paraId="0CC3E275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niedostateczna – brak aktywności na </w:t>
            </w:r>
            <w:r>
              <w:rPr>
                <w:rFonts w:ascii="Corbel" w:hAnsi="Corbel"/>
                <w:sz w:val="24"/>
                <w:szCs w:val="24"/>
              </w:rPr>
              <w:t xml:space="preserve">platformie e-learningowej i w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udziału w dyskusjach i pracy w grupie, uzyskanie mniej niż 50 % punktów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</w:tc>
      </w:tr>
    </w:tbl>
    <w:p xmlns:wp14="http://schemas.microsoft.com/office/word/2010/wordml" w:rsidRPr="009C54AE" w:rsidR="003C3AB1" w:rsidP="009C54AE" w:rsidRDefault="003C3AB1" w14:paraId="5043CB0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C3AB1" w:rsidP="009C54AE" w:rsidRDefault="003C3AB1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3C3AB1" w:rsidP="009C54AE" w:rsidRDefault="003C3AB1" w14:paraId="0745931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4902"/>
        <w:gridCol w:w="4618"/>
      </w:tblGrid>
      <w:tr xmlns:wp14="http://schemas.microsoft.com/office/word/2010/wordml" w:rsidRPr="009C54AE" w:rsidR="003C3AB1" w:rsidTr="699B7A3B" w14:paraId="63D9DE79" wp14:textId="77777777">
        <w:tc>
          <w:tcPr>
            <w:tcW w:w="4902" w:type="dxa"/>
            <w:tcMar/>
            <w:vAlign w:val="center"/>
          </w:tcPr>
          <w:p w:rsidRPr="009C54AE" w:rsidR="003C3AB1" w:rsidP="009C54AE" w:rsidRDefault="003C3AB1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Mar/>
            <w:vAlign w:val="center"/>
          </w:tcPr>
          <w:p w:rsidRPr="009C54AE" w:rsidR="003C3AB1" w:rsidP="009C54AE" w:rsidRDefault="003C3AB1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3C3AB1" w:rsidTr="699B7A3B" w14:paraId="44F2BD93" wp14:textId="77777777">
        <w:tc>
          <w:tcPr>
            <w:tcW w:w="4902" w:type="dxa"/>
            <w:tcMar/>
          </w:tcPr>
          <w:p w:rsidRPr="009C54AE" w:rsidR="003C3AB1" w:rsidP="00F429F2" w:rsidRDefault="003C3AB1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Mar/>
          </w:tcPr>
          <w:p w:rsidRPr="009C54AE" w:rsidR="003C3AB1" w:rsidP="00F429F2" w:rsidRDefault="003C3AB1" w14:paraId="43FBD11F" wp14:textId="59343555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99B7A3B" w:rsidR="0F200AF7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3C3AB1" w:rsidTr="699B7A3B" w14:paraId="5D8EB871" wp14:textId="77777777">
        <w:tc>
          <w:tcPr>
            <w:tcW w:w="4902" w:type="dxa"/>
            <w:tcMar/>
          </w:tcPr>
          <w:p w:rsidRPr="009C54AE" w:rsidR="003C3AB1" w:rsidP="00F429F2" w:rsidRDefault="003C3AB1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3C3AB1" w:rsidP="00F429F2" w:rsidRDefault="003C3AB1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Pr="009C54AE" w:rsidR="003C3AB1" w:rsidP="00F429F2" w:rsidRDefault="003C3AB1" w14:paraId="18F999B5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9C54AE" w:rsidR="003C3AB1" w:rsidTr="699B7A3B" w14:paraId="5AB7F672" wp14:textId="77777777">
        <w:tc>
          <w:tcPr>
            <w:tcW w:w="4902" w:type="dxa"/>
            <w:tcMar/>
          </w:tcPr>
          <w:p w:rsidRPr="009C54AE" w:rsidR="003C3AB1" w:rsidP="00F429F2" w:rsidRDefault="003C3AB1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3C3AB1" w:rsidP="00F429F2" w:rsidRDefault="003C3AB1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Mar/>
          </w:tcPr>
          <w:p w:rsidRPr="009C54AE" w:rsidR="003C3AB1" w:rsidP="00F429F2" w:rsidRDefault="003C3AB1" w14:paraId="704A35C2" wp14:textId="1F2606EC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99B7A3B" w:rsidR="633180E5">
              <w:rPr>
                <w:rFonts w:ascii="Corbel" w:hAnsi="Corbel"/>
                <w:sz w:val="24"/>
                <w:szCs w:val="24"/>
              </w:rPr>
              <w:t>5</w:t>
            </w:r>
            <w:r w:rsidRPr="699B7A3B" w:rsidR="27DC37D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3C3AB1" w:rsidTr="699B7A3B" w14:paraId="46B74FA2" wp14:textId="77777777">
        <w:tc>
          <w:tcPr>
            <w:tcW w:w="4902" w:type="dxa"/>
            <w:tcMar/>
          </w:tcPr>
          <w:p w:rsidRPr="009C54AE" w:rsidR="003C3AB1" w:rsidP="00F429F2" w:rsidRDefault="003C3AB1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9C54AE" w:rsidR="003C3AB1" w:rsidP="00F429F2" w:rsidRDefault="003C3AB1" w14:paraId="67DDB69B" wp14:textId="3FDE8231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99B7A3B" w:rsidR="753C1B87">
              <w:rPr>
                <w:rFonts w:ascii="Corbel" w:hAnsi="Corbel"/>
                <w:sz w:val="24"/>
                <w:szCs w:val="24"/>
              </w:rPr>
              <w:t>7</w:t>
            </w:r>
            <w:r w:rsidRPr="699B7A3B" w:rsidR="003C3AB1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xmlns:wp14="http://schemas.microsoft.com/office/word/2010/wordml" w:rsidRPr="009C54AE" w:rsidR="003C3AB1" w:rsidTr="699B7A3B" w14:paraId="42922784" wp14:textId="77777777">
        <w:tc>
          <w:tcPr>
            <w:tcW w:w="4902" w:type="dxa"/>
            <w:tcMar/>
          </w:tcPr>
          <w:p w:rsidRPr="009C54AE" w:rsidR="003C3AB1" w:rsidP="00F429F2" w:rsidRDefault="003C3AB1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9C54AE" w:rsidR="003C3AB1" w:rsidP="00F429F2" w:rsidRDefault="003C3AB1" w14:paraId="0B77815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3C3AB1" w:rsidP="009C54AE" w:rsidRDefault="003C3AB1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3C3AB1" w:rsidP="009C54AE" w:rsidRDefault="003C3AB1" w14:paraId="6537F28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C3AB1" w:rsidP="009C54AE" w:rsidRDefault="003C3AB1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3C3AB1" w:rsidP="009C54AE" w:rsidRDefault="003C3AB1" w14:paraId="6DFB9E20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544"/>
        <w:gridCol w:w="3969"/>
      </w:tblGrid>
      <w:tr xmlns:wp14="http://schemas.microsoft.com/office/word/2010/wordml" w:rsidRPr="009C54AE" w:rsidR="003C3AB1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3C3AB1" w:rsidP="009C54AE" w:rsidRDefault="003C3AB1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3C3AB1" w:rsidP="009C54AE" w:rsidRDefault="003C3AB1" w14:paraId="70DF9E5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3C3AB1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3C3AB1" w:rsidP="009C54AE" w:rsidRDefault="003C3AB1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3C3AB1" w:rsidP="009C54AE" w:rsidRDefault="003C3AB1" w14:paraId="44E871B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3C3AB1" w:rsidP="009C54AE" w:rsidRDefault="003C3AB1" w14:paraId="144A5D2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C3AB1" w:rsidP="009C54AE" w:rsidRDefault="003C3AB1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C54AE" w:rsidR="003C3AB1" w:rsidP="009C54AE" w:rsidRDefault="003C3AB1" w14:paraId="738610E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39"/>
      </w:tblGrid>
      <w:tr xmlns:wp14="http://schemas.microsoft.com/office/word/2010/wordml" w:rsidRPr="00982F85" w:rsidR="003C3AB1" w:rsidTr="00DD16F2" w14:paraId="33A0F091" wp14:textId="77777777">
        <w:trPr>
          <w:trHeight w:val="397"/>
        </w:trPr>
        <w:tc>
          <w:tcPr>
            <w:tcW w:w="9639" w:type="dxa"/>
          </w:tcPr>
          <w:p w:rsidRPr="00982F85" w:rsidR="003C3AB1" w:rsidP="00DD16F2" w:rsidRDefault="003C3AB1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F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C3AB1" w:rsidP="00DD16F2" w:rsidRDefault="003C3AB1" w14:paraId="2165B4ED" wp14:textId="77777777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P. Przybysz, Instytucje prawa administracyjnego, </w:t>
            </w:r>
            <w:r w:rsidRPr="00982F85">
              <w:rPr>
                <w:rFonts w:ascii="Corbel" w:hAnsi="Corbel" w:cs="Times New Roman"/>
              </w:rPr>
              <w:t>Wolters Kluwer, Warszawa</w:t>
            </w:r>
            <w:r>
              <w:rPr>
                <w:rFonts w:ascii="Corbel" w:hAnsi="Corbel" w:cs="Times New Roman"/>
              </w:rPr>
              <w:t xml:space="preserve"> 2020.</w:t>
            </w:r>
          </w:p>
          <w:p w:rsidRPr="00982F85" w:rsidR="003C3AB1" w:rsidP="00DD16F2" w:rsidRDefault="003C3AB1" w14:paraId="3F3487D6" wp14:textId="77777777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Z. Cieślak,</w:t>
            </w:r>
            <w:r>
              <w:rPr>
                <w:rFonts w:ascii="Corbel" w:hAnsi="Corbel" w:cs="Times New Roman"/>
              </w:rPr>
              <w:t xml:space="preserve"> W. Federczyk, M. Klimaszewski, B. Majchrzak,</w:t>
            </w:r>
            <w:r w:rsidRPr="00982F85">
              <w:rPr>
                <w:rFonts w:ascii="Corbel" w:hAnsi="Corbel" w:cs="Times New Roman"/>
              </w:rPr>
              <w:t xml:space="preserve"> Nauka administracji, Wolters Kluwer, Warszawa 20</w:t>
            </w:r>
            <w:r>
              <w:rPr>
                <w:rFonts w:ascii="Corbel" w:hAnsi="Corbel" w:cs="Times New Roman"/>
              </w:rPr>
              <w:t>17</w:t>
            </w:r>
            <w:r w:rsidRPr="00982F85">
              <w:rPr>
                <w:rFonts w:ascii="Corbel" w:hAnsi="Corbel" w:cs="Times New Roman"/>
              </w:rPr>
              <w:t>.</w:t>
            </w:r>
          </w:p>
          <w:p w:rsidRPr="002814EA" w:rsidR="003C3AB1" w:rsidP="002814EA" w:rsidRDefault="003C3AB1" w14:paraId="375D27CD" wp14:textId="77777777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B. Dolnicki, Samorząd terytorialny, Wolters Kluwer, Warszawa 20</w:t>
            </w:r>
            <w:r>
              <w:rPr>
                <w:rFonts w:ascii="Corbel" w:hAnsi="Corbel" w:cs="Times New Roman"/>
              </w:rPr>
              <w:t>2</w:t>
            </w:r>
            <w:r w:rsidRPr="00982F85">
              <w:rPr>
                <w:rFonts w:ascii="Corbel" w:hAnsi="Corbel" w:cs="Times New Roman"/>
              </w:rPr>
              <w:t>1.</w:t>
            </w:r>
          </w:p>
        </w:tc>
      </w:tr>
      <w:tr xmlns:wp14="http://schemas.microsoft.com/office/word/2010/wordml" w:rsidRPr="000E2871" w:rsidR="003C3AB1" w:rsidTr="00DD16F2" w14:paraId="2BC9A47D" wp14:textId="77777777">
        <w:trPr>
          <w:trHeight w:val="397"/>
        </w:trPr>
        <w:tc>
          <w:tcPr>
            <w:tcW w:w="9639" w:type="dxa"/>
          </w:tcPr>
          <w:p w:rsidRPr="000E2871" w:rsidR="003C3AB1" w:rsidP="00DD16F2" w:rsidRDefault="003C3AB1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287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C52CF9" w:rsidR="003C3AB1" w:rsidP="00321D0D" w:rsidRDefault="003C3AB1" w14:paraId="0E053762" wp14:textId="77777777">
            <w:pPr>
              <w:pStyle w:val="Bibliography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C52CF9">
              <w:rPr>
                <w:rFonts w:ascii="Corbel" w:hAnsi="Corbel"/>
                <w:sz w:val="24"/>
                <w:szCs w:val="24"/>
              </w:rPr>
              <w:t>Encyklopedia administracji publicznej, http://encyklopediaap.uw.edu.pl/index.php/Administracja_publiczna</w:t>
            </w:r>
          </w:p>
          <w:p w:rsidRPr="000E2871" w:rsidR="003C3AB1" w:rsidP="00321D0D" w:rsidRDefault="003C3AB1" w14:paraId="4A6505FF" wp14:textId="77777777">
            <w:pPr>
              <w:pStyle w:val="Bibliography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</w:rPr>
              <w:t xml:space="preserve">A. Pawłowska,. Czynniki i trajektorie zmian administracji i polityk publicznych. W </w:t>
            </w:r>
            <w:r w:rsidRPr="000E2871">
              <w:rPr>
                <w:rFonts w:ascii="Corbel" w:hAnsi="Corbel"/>
                <w:i/>
                <w:iCs/>
                <w:sz w:val="24"/>
                <w:szCs w:val="24"/>
              </w:rPr>
              <w:t>Państwo w czasach zmiany</w:t>
            </w:r>
            <w:r w:rsidRPr="000E2871">
              <w:rPr>
                <w:rFonts w:ascii="Corbel" w:hAnsi="Corbel"/>
                <w:sz w:val="24"/>
                <w:szCs w:val="24"/>
              </w:rPr>
              <w:t xml:space="preserve"> (s. 37–62). Wydawnictwo UMCS, Lublin 2018. </w:t>
            </w:r>
          </w:p>
          <w:p w:rsidRPr="000E2871" w:rsidR="003C3AB1" w:rsidP="00321D0D" w:rsidRDefault="003C3AB1" w14:paraId="2CFB3B56" wp14:textId="77777777">
            <w:pPr>
              <w:pStyle w:val="Bibliography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  <w:lang w:eastAsia="pl-PL"/>
              </w:rPr>
              <w:t>W. Witkowski, Historia administracji w Polsce 1764-2020, Wydawnictwo Naukowe PWN, Warszawa 2021.</w:t>
            </w:r>
          </w:p>
          <w:p w:rsidRPr="000E2871" w:rsidR="003C3AB1" w:rsidP="00321D0D" w:rsidRDefault="003C3AB1" w14:paraId="266D07C9" wp14:textId="77777777">
            <w:pPr>
              <w:pStyle w:val="ListParagraph"/>
              <w:numPr>
                <w:ilvl w:val="0"/>
                <w:numId w:val="4"/>
              </w:numPr>
              <w:spacing w:after="0" w:line="259" w:lineRule="auto"/>
              <w:ind w:left="34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E2871">
              <w:rPr>
                <w:rFonts w:ascii="Corbel" w:hAnsi="Corbel"/>
                <w:sz w:val="24"/>
                <w:szCs w:val="24"/>
                <w:lang w:eastAsia="pl-PL"/>
              </w:rPr>
              <w:t>I. Lipowicz, Samorząd terytorialny XXI wieku, Wolters Kluwer, Warszawa 2019.</w:t>
            </w:r>
          </w:p>
          <w:p w:rsidRPr="000E2871" w:rsidR="003C3AB1" w:rsidP="00321D0D" w:rsidRDefault="003C3AB1" w14:paraId="2925BDAC" wp14:textId="77777777">
            <w:pPr>
              <w:pStyle w:val="Default"/>
              <w:numPr>
                <w:ilvl w:val="0"/>
                <w:numId w:val="4"/>
              </w:numPr>
              <w:ind w:left="344"/>
              <w:jc w:val="both"/>
              <w:rPr>
                <w:rFonts w:ascii="Corbel" w:hAnsi="Corbel" w:cs="Times New Roman"/>
              </w:rPr>
            </w:pPr>
            <w:r w:rsidRPr="000E2871">
              <w:rPr>
                <w:rFonts w:ascii="Corbel" w:hAnsi="Corbel" w:cs="Times New Roman"/>
              </w:rPr>
              <w:t>M. Kulesza, D. Sześciło, Polityka administracyjna i zarządzanie publiczne, Wolters Kluwer, Warszawa 2013.</w:t>
            </w:r>
          </w:p>
          <w:p w:rsidRPr="000E2871" w:rsidR="003C3AB1" w:rsidP="00321D0D" w:rsidRDefault="003C3AB1" w14:paraId="539AF8F1" wp14:textId="77777777">
            <w:pPr>
              <w:numPr>
                <w:ilvl w:val="0"/>
                <w:numId w:val="4"/>
              </w:numPr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</w:rPr>
              <w:t xml:space="preserve">Administracja rządowa w Polsce, red. M. Chmaj, Difin, Warszawa 2012. </w:t>
            </w:r>
          </w:p>
          <w:p w:rsidRPr="000E2871" w:rsidR="003C3AB1" w:rsidP="00321D0D" w:rsidRDefault="003C3AB1" w14:paraId="69FCBCD1" wp14:textId="77777777">
            <w:pPr>
              <w:pStyle w:val="Default"/>
              <w:numPr>
                <w:ilvl w:val="0"/>
                <w:numId w:val="4"/>
              </w:numPr>
              <w:ind w:left="344"/>
              <w:jc w:val="both"/>
              <w:rPr>
                <w:rFonts w:ascii="Corbel" w:hAnsi="Corbel" w:cs="Times New Roman"/>
              </w:rPr>
            </w:pPr>
            <w:r w:rsidRPr="000E2871">
              <w:rPr>
                <w:rFonts w:ascii="Corbel" w:hAnsi="Corbel" w:cs="Times New Roman"/>
              </w:rPr>
              <w:t>System bezpieczeństwa i porządku publicznego, red. M. Zdyb, J. Stelmasiak, K. Sikora, Wolters Kluwer, Warszawa 2015.</w:t>
            </w:r>
          </w:p>
        </w:tc>
      </w:tr>
    </w:tbl>
    <w:p xmlns:wp14="http://schemas.microsoft.com/office/word/2010/wordml" w:rsidRPr="000E2871" w:rsidR="003C3AB1" w:rsidP="009C54AE" w:rsidRDefault="003C3AB1" w14:paraId="637805D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E2871" w:rsidR="003C3AB1" w:rsidP="009C54AE" w:rsidRDefault="003C3AB1" w14:paraId="463F29E8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C3AB1" w:rsidP="00F83B28" w:rsidRDefault="003C3AB1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3C3AB1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3C3AB1" w:rsidP="00C16ABF" w:rsidRDefault="003C3AB1" w14:paraId="3B7B4B8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C3AB1" w:rsidP="00C16ABF" w:rsidRDefault="003C3AB1" w14:paraId="3A0FF5F2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3C3AB1" w:rsidP="00C16ABF" w:rsidRDefault="003C3AB1" w14:paraId="5630AD6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C3AB1" w:rsidP="00C16ABF" w:rsidRDefault="003C3AB1" w14:paraId="6182907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C3AB1" w:rsidRDefault="003C3AB1" w14:paraId="0574AFC1" wp14:textId="77777777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40AEB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8A30914"/>
    <w:multiLevelType w:val="hybridMultilevel"/>
    <w:tmpl w:val="E4FC3174"/>
    <w:lvl w:ilvl="0" w:tplc="5BAC5DC8">
      <w:start w:val="1"/>
      <w:numFmt w:val="decimal"/>
      <w:lvlText w:val="%1)"/>
      <w:lvlJc w:val="left"/>
      <w:pPr>
        <w:ind w:left="36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3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2" w:hanging="180"/>
      </w:pPr>
      <w:rPr>
        <w:rFonts w:cs="Times New Roman"/>
      </w:rPr>
    </w:lvl>
  </w:abstractNum>
  <w:abstractNum w:abstractNumId="3">
    <w:nsid w:val="40413086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35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1BE"/>
    <w:rsid w:val="000D04B0"/>
    <w:rsid w:val="000E2871"/>
    <w:rsid w:val="000F1C57"/>
    <w:rsid w:val="000F360F"/>
    <w:rsid w:val="000F5615"/>
    <w:rsid w:val="00124BFF"/>
    <w:rsid w:val="0012560E"/>
    <w:rsid w:val="00127108"/>
    <w:rsid w:val="00134B13"/>
    <w:rsid w:val="00146BC0"/>
    <w:rsid w:val="00153941"/>
    <w:rsid w:val="00153C41"/>
    <w:rsid w:val="00154381"/>
    <w:rsid w:val="001640A7"/>
    <w:rsid w:val="00164FA7"/>
    <w:rsid w:val="00166A03"/>
    <w:rsid w:val="001718A7"/>
    <w:rsid w:val="001737CF"/>
    <w:rsid w:val="00176083"/>
    <w:rsid w:val="0018326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4E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533"/>
    <w:rsid w:val="002D3375"/>
    <w:rsid w:val="002D73D4"/>
    <w:rsid w:val="002F02A3"/>
    <w:rsid w:val="002F4ABE"/>
    <w:rsid w:val="003018BA"/>
    <w:rsid w:val="0030395F"/>
    <w:rsid w:val="00305C92"/>
    <w:rsid w:val="003151C5"/>
    <w:rsid w:val="00321D0D"/>
    <w:rsid w:val="003343CF"/>
    <w:rsid w:val="003415EF"/>
    <w:rsid w:val="00346FE9"/>
    <w:rsid w:val="0034759A"/>
    <w:rsid w:val="003503F6"/>
    <w:rsid w:val="003530DD"/>
    <w:rsid w:val="00363F78"/>
    <w:rsid w:val="003A0A5B"/>
    <w:rsid w:val="003A1176"/>
    <w:rsid w:val="003C0BAE"/>
    <w:rsid w:val="003C3AB1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0F6"/>
    <w:rsid w:val="00471326"/>
    <w:rsid w:val="0047598D"/>
    <w:rsid w:val="004840FD"/>
    <w:rsid w:val="00490F7D"/>
    <w:rsid w:val="00491678"/>
    <w:rsid w:val="00496545"/>
    <w:rsid w:val="004968E2"/>
    <w:rsid w:val="00497E13"/>
    <w:rsid w:val="004A3EEA"/>
    <w:rsid w:val="004A4D1F"/>
    <w:rsid w:val="004A657D"/>
    <w:rsid w:val="004D5282"/>
    <w:rsid w:val="004F1551"/>
    <w:rsid w:val="004F55A3"/>
    <w:rsid w:val="0050496F"/>
    <w:rsid w:val="00513B6F"/>
    <w:rsid w:val="00514FD8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A14"/>
    <w:rsid w:val="008F12C9"/>
    <w:rsid w:val="008F6E29"/>
    <w:rsid w:val="00904624"/>
    <w:rsid w:val="00916188"/>
    <w:rsid w:val="00923D7D"/>
    <w:rsid w:val="009508DF"/>
    <w:rsid w:val="00950DAC"/>
    <w:rsid w:val="00954A07"/>
    <w:rsid w:val="00971483"/>
    <w:rsid w:val="00982F8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665"/>
    <w:rsid w:val="00AD1146"/>
    <w:rsid w:val="00AD27D3"/>
    <w:rsid w:val="00AD66D6"/>
    <w:rsid w:val="00AE1160"/>
    <w:rsid w:val="00AE1F63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CF9"/>
    <w:rsid w:val="00C56036"/>
    <w:rsid w:val="00C61DC5"/>
    <w:rsid w:val="00C67E92"/>
    <w:rsid w:val="00C70A26"/>
    <w:rsid w:val="00C766DF"/>
    <w:rsid w:val="00C93DBC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5D4"/>
    <w:rsid w:val="00D552B2"/>
    <w:rsid w:val="00D608D1"/>
    <w:rsid w:val="00D74119"/>
    <w:rsid w:val="00D8075B"/>
    <w:rsid w:val="00D8678B"/>
    <w:rsid w:val="00DA2114"/>
    <w:rsid w:val="00DD16F2"/>
    <w:rsid w:val="00DE09C0"/>
    <w:rsid w:val="00DE4A14"/>
    <w:rsid w:val="00DF320D"/>
    <w:rsid w:val="00DF71C8"/>
    <w:rsid w:val="00E129B8"/>
    <w:rsid w:val="00E16C73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58A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9F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F200AF7"/>
    <w:rsid w:val="27DC37D4"/>
    <w:rsid w:val="2C401127"/>
    <w:rsid w:val="34637252"/>
    <w:rsid w:val="36E3054A"/>
    <w:rsid w:val="37688EDC"/>
    <w:rsid w:val="39E6DE69"/>
    <w:rsid w:val="5223F062"/>
    <w:rsid w:val="574ED200"/>
    <w:rsid w:val="5CB3AB9D"/>
    <w:rsid w:val="5F8B80B1"/>
    <w:rsid w:val="633180E5"/>
    <w:rsid w:val="65AD1121"/>
    <w:rsid w:val="699B7A3B"/>
    <w:rsid w:val="72941F04"/>
    <w:rsid w:val="750AB1A2"/>
    <w:rsid w:val="753C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43A10FC"/>
  <w15:docId w15:val="{5E77CDD8-7194-4AA9-AF74-5FB0BD9C7B90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itleChar" w:customStyle="1">
    <w:name w:val="Title Char"/>
    <w:basedOn w:val="DefaultParagraphFont"/>
    <w:link w:val="Title"/>
    <w:uiPriority w:val="99"/>
    <w:locked/>
    <w:rsid w:val="00BD66E9"/>
    <w:rPr>
      <w:rFonts w:eastAsia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eastAsia="Times New Roman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HeaderChar" w:customStyle="1">
    <w:name w:val="Header Char"/>
    <w:basedOn w:val="DefaultParagraphFont"/>
    <w:link w:val="Header"/>
    <w:uiPriority w:val="99"/>
    <w:locked/>
    <w:rsid w:val="00C16ABF"/>
    <w:rPr>
      <w:rFonts w:ascii="Calibri" w:hAnsi="Calibri" w:eastAsia="Times New Roman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FooterChar" w:customStyle="1">
    <w:name w:val="Footer Char"/>
    <w:basedOn w:val="DefaultParagraphFont"/>
    <w:link w:val="Footer"/>
    <w:uiPriority w:val="99"/>
    <w:locked/>
    <w:rsid w:val="00C16ABF"/>
    <w:rPr>
      <w:rFonts w:ascii="Calibri" w:hAnsi="Calibri" w:eastAsia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eastAsia="Times New Roman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  <w:style w:type="paragraph" w:styleId="Bibliography">
    <w:name w:val="Bibliography"/>
    <w:basedOn w:val="Normal"/>
    <w:next w:val="Normal"/>
    <w:uiPriority w:val="99"/>
    <w:rsid w:val="00497E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B078C0-7193-4F9B-85A6-B9040B53A296}"/>
</file>

<file path=customXml/itemProps2.xml><?xml version="1.0" encoding="utf-8"?>
<ds:datastoreItem xmlns:ds="http://schemas.openxmlformats.org/officeDocument/2006/customXml" ds:itemID="{136EB8C8-8CDE-4E38-923A-A61B9886E2B9}"/>
</file>

<file path=customXml/itemProps3.xml><?xml version="1.0" encoding="utf-8"?>
<ds:datastoreItem xmlns:ds="http://schemas.openxmlformats.org/officeDocument/2006/customXml" ds:itemID="{08CDAF3D-BB5D-459D-A2B0-C8CF15418CB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Sawicka Zofia</lastModifiedBy>
  <revision>5</revision>
  <lastPrinted>2019-02-06T12:12:00.0000000Z</lastPrinted>
  <dcterms:created xsi:type="dcterms:W3CDTF">2021-12-01T18:48:00.0000000Z</dcterms:created>
  <dcterms:modified xsi:type="dcterms:W3CDTF">2021-12-03T15:13:59.4915664Z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